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7A" w:rsidRPr="00B4034E" w:rsidRDefault="0047457A" w:rsidP="00FE460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 w:rsidRPr="00B4034E">
        <w:rPr>
          <w:rFonts w:ascii="Times New Roman" w:hAnsi="Times New Roman"/>
          <w:b/>
          <w:sz w:val="28"/>
          <w:szCs w:val="28"/>
          <w:u w:val="single"/>
        </w:rPr>
        <w:t xml:space="preserve">K-5 ELA Lesson Plan </w:t>
      </w:r>
    </w:p>
    <w:tbl>
      <w:tblPr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8"/>
        <w:gridCol w:w="1134"/>
        <w:gridCol w:w="1836"/>
        <w:gridCol w:w="12"/>
        <w:gridCol w:w="1824"/>
        <w:gridCol w:w="4014"/>
      </w:tblGrid>
      <w:tr w:rsidR="0047457A" w:rsidRPr="009D533B" w:rsidTr="009D533B">
        <w:tc>
          <w:tcPr>
            <w:tcW w:w="3672" w:type="dxa"/>
            <w:gridSpan w:val="2"/>
            <w:shd w:val="clear" w:color="auto" w:fill="FFC000"/>
          </w:tcPr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Teacher:  Dove, Gray, Karper, Shumpert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D53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9D53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Grade:   1st</w:t>
            </w:r>
          </w:p>
        </w:tc>
        <w:tc>
          <w:tcPr>
            <w:tcW w:w="4014" w:type="dxa"/>
            <w:shd w:val="clear" w:color="auto" w:fill="FFC000"/>
          </w:tcPr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  <w:u w:val="single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Date(s)</w:t>
            </w:r>
            <w:r w:rsidRPr="009D533B">
              <w:rPr>
                <w:rFonts w:ascii="Times New Roman" w:hAnsi="Times New Roman"/>
                <w:sz w:val="24"/>
                <w:szCs w:val="24"/>
                <w:u w:val="single"/>
              </w:rPr>
              <w:t>:  August 31 – Day 1</w:t>
            </w:r>
          </w:p>
        </w:tc>
      </w:tr>
      <w:tr w:rsidR="0047457A" w:rsidRPr="009D533B" w:rsidTr="009D533B">
        <w:tc>
          <w:tcPr>
            <w:tcW w:w="5508" w:type="dxa"/>
            <w:gridSpan w:val="3"/>
          </w:tcPr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 Title:  Wanted! A Few Good Friends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50" w:type="dxa"/>
            <w:gridSpan w:val="3"/>
          </w:tcPr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Corresponding Unit Task:  Designing a Survey</w:t>
            </w:r>
          </w:p>
        </w:tc>
      </w:tr>
      <w:tr w:rsidR="0047457A" w:rsidRPr="009D533B" w:rsidTr="009D533B">
        <w:trPr>
          <w:trHeight w:val="737"/>
        </w:trPr>
        <w:tc>
          <w:tcPr>
            <w:tcW w:w="11358" w:type="dxa"/>
            <w:gridSpan w:val="6"/>
          </w:tcPr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Essential Question(s): How do illustrations help good readers locate and remember the important details in a story.</w:t>
            </w:r>
          </w:p>
        </w:tc>
      </w:tr>
      <w:tr w:rsidR="0047457A" w:rsidRPr="009D533B" w:rsidTr="009D533B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Materials/Resources</w:t>
            </w:r>
          </w:p>
        </w:tc>
        <w:tc>
          <w:tcPr>
            <w:tcW w:w="5850" w:type="dxa"/>
            <w:gridSpan w:val="3"/>
            <w:shd w:val="clear" w:color="auto" w:fill="FFC000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Essential Vocabulary</w:t>
            </w:r>
          </w:p>
        </w:tc>
      </w:tr>
      <w:tr w:rsidR="0047457A" w:rsidRPr="009D533B" w:rsidTr="009D533B">
        <w:trPr>
          <w:trHeight w:val="737"/>
        </w:trPr>
        <w:tc>
          <w:tcPr>
            <w:tcW w:w="5520" w:type="dxa"/>
            <w:gridSpan w:val="4"/>
          </w:tcPr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 xml:space="preserve">Book: </w:t>
            </w:r>
            <w:r w:rsidRPr="009D53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Friendliness</w:t>
            </w: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, by Lucia Raatma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Pr="009D53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Caring</w:t>
            </w: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,           by Lucia Raatma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~Story Structure Matrix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~Character Traits Bubble chart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(See Bottom of Lesson Plan)</w:t>
            </w:r>
          </w:p>
        </w:tc>
        <w:tc>
          <w:tcPr>
            <w:tcW w:w="5838" w:type="dxa"/>
            <w:gridSpan w:val="2"/>
          </w:tcPr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Character traits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Caring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Community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Charity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Environment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Appreciate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Comfortable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Focus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Quality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57A" w:rsidRPr="009D533B" w:rsidTr="009D533B">
        <w:trPr>
          <w:trHeight w:val="368"/>
        </w:trPr>
        <w:tc>
          <w:tcPr>
            <w:tcW w:w="11358" w:type="dxa"/>
            <w:gridSpan w:val="6"/>
            <w:shd w:val="clear" w:color="auto" w:fill="FFC000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Learning Experience(s)</w:t>
            </w:r>
          </w:p>
        </w:tc>
      </w:tr>
      <w:tr w:rsidR="0047457A" w:rsidRPr="009D533B" w:rsidTr="009D533B">
        <w:trPr>
          <w:trHeight w:val="688"/>
        </w:trPr>
        <w:tc>
          <w:tcPr>
            <w:tcW w:w="2538" w:type="dxa"/>
          </w:tcPr>
          <w:p w:rsidR="0047457A" w:rsidRPr="009D533B" w:rsidRDefault="0047457A" w:rsidP="009D533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9D533B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47457A" w:rsidRPr="009D533B" w:rsidRDefault="0047457A" w:rsidP="009D533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7457A" w:rsidRPr="009D533B" w:rsidRDefault="0047457A" w:rsidP="009D533B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>X   Modeled</w:t>
            </w:r>
          </w:p>
          <w:p w:rsidR="0047457A" w:rsidRPr="009D533B" w:rsidRDefault="0047457A" w:rsidP="009D533B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>X   Shared</w:t>
            </w:r>
          </w:p>
          <w:p w:rsidR="0047457A" w:rsidRPr="009D533B" w:rsidRDefault="0047457A" w:rsidP="009D533B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>Guided Practice</w:t>
            </w:r>
          </w:p>
          <w:p w:rsidR="0047457A" w:rsidRPr="009D533B" w:rsidRDefault="0047457A" w:rsidP="009D533B">
            <w:pPr>
              <w:pStyle w:val="Default"/>
              <w:numPr>
                <w:ilvl w:val="0"/>
                <w:numId w:val="2"/>
              </w:numPr>
            </w:pPr>
            <w:r w:rsidRPr="009D533B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Reading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Standards: RL.1.1; RL.1.2; RL. 1.2; RL.1.7; RL.1.10; RI.1.1; RI.1.2; RI.1.4; RI. 1.7;  RI. 1.10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 xml:space="preserve">Read the books “Friendliness” and “Caring.”  Since the story structure matrix doesn’t work well with non-fiction, record the key points of these books on chart paper.  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See writing  and  speaking and listening.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57A" w:rsidRPr="009D533B" w:rsidTr="009D533B">
        <w:trPr>
          <w:trHeight w:val="1178"/>
        </w:trPr>
        <w:tc>
          <w:tcPr>
            <w:tcW w:w="2538" w:type="dxa"/>
          </w:tcPr>
          <w:p w:rsidR="0047457A" w:rsidRPr="009D533B" w:rsidRDefault="0047457A" w:rsidP="009D533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9D533B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47457A" w:rsidRPr="009D533B" w:rsidRDefault="0047457A" w:rsidP="009D533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7457A" w:rsidRPr="009D533B" w:rsidRDefault="0047457A" w:rsidP="009D533B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>Modeled</w:t>
            </w:r>
          </w:p>
          <w:p w:rsidR="0047457A" w:rsidRPr="009D533B" w:rsidRDefault="0047457A" w:rsidP="009D533B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>Shared</w:t>
            </w:r>
          </w:p>
          <w:p w:rsidR="0047457A" w:rsidRPr="009D533B" w:rsidRDefault="0047457A" w:rsidP="009D533B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>X   Guided Practice</w:t>
            </w:r>
          </w:p>
          <w:p w:rsidR="0047457A" w:rsidRPr="009D533B" w:rsidRDefault="0047457A" w:rsidP="009D533B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Writing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Standards: W.1.1; W.1.5; W.1.6;W.1.8; L.1.1; l.11.2; L.1.4; L.11.5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Instructional Plan:  On index cards, have students write a favorite thing they like to do with a friend. Draw a picture of it on reverse side.</w:t>
            </w:r>
          </w:p>
          <w:p w:rsidR="0047457A" w:rsidRPr="009D533B" w:rsidRDefault="0047457A" w:rsidP="009D533B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Also see word study.</w:t>
            </w:r>
          </w:p>
          <w:p w:rsidR="0047457A" w:rsidRPr="009D533B" w:rsidRDefault="0047457A" w:rsidP="009D533B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57A" w:rsidRPr="009D533B" w:rsidTr="009D533B">
        <w:trPr>
          <w:trHeight w:val="688"/>
        </w:trPr>
        <w:tc>
          <w:tcPr>
            <w:tcW w:w="2538" w:type="dxa"/>
          </w:tcPr>
          <w:p w:rsidR="0047457A" w:rsidRPr="009D533B" w:rsidRDefault="0047457A" w:rsidP="009D533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9D533B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47457A" w:rsidRPr="009D533B" w:rsidRDefault="0047457A" w:rsidP="009D533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7457A" w:rsidRPr="009D533B" w:rsidRDefault="0047457A" w:rsidP="009D533B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>Modeled</w:t>
            </w:r>
          </w:p>
          <w:p w:rsidR="0047457A" w:rsidRPr="009D533B" w:rsidRDefault="0047457A" w:rsidP="009D533B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>Shared</w:t>
            </w:r>
          </w:p>
          <w:p w:rsidR="0047457A" w:rsidRPr="009D533B" w:rsidRDefault="0047457A" w:rsidP="009D533B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>Guided Practice</w:t>
            </w:r>
          </w:p>
          <w:p w:rsidR="0047457A" w:rsidRPr="009D533B" w:rsidRDefault="0047457A" w:rsidP="009D533B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Word Study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Standards: W.1.1; W.1.5; W.1.6;W.1.8; L.1.1; l.11.2; L.1.4; L.11.5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Choose a character from a previously read story. On chart paper, make a list of character traits that can be applied to that character. Be sure children understand the term character traits.  Use bubble chart.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57A" w:rsidRPr="009D533B" w:rsidTr="009D533B">
        <w:trPr>
          <w:trHeight w:val="1448"/>
        </w:trPr>
        <w:tc>
          <w:tcPr>
            <w:tcW w:w="2538" w:type="dxa"/>
          </w:tcPr>
          <w:p w:rsidR="0047457A" w:rsidRPr="009D533B" w:rsidRDefault="0047457A" w:rsidP="009D533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9D533B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47457A" w:rsidRPr="009D533B" w:rsidRDefault="0047457A" w:rsidP="009D533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7457A" w:rsidRPr="009D533B" w:rsidRDefault="0047457A" w:rsidP="00C5373F">
            <w:pPr>
              <w:pStyle w:val="Default"/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 xml:space="preserve">      X    Modeled</w:t>
            </w:r>
          </w:p>
          <w:p w:rsidR="0047457A" w:rsidRPr="009D533B" w:rsidRDefault="0047457A" w:rsidP="009D533B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>X    Shared</w:t>
            </w:r>
          </w:p>
          <w:p w:rsidR="0047457A" w:rsidRPr="009D533B" w:rsidRDefault="0047457A" w:rsidP="009D533B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>Guided Practice</w:t>
            </w:r>
          </w:p>
          <w:p w:rsidR="0047457A" w:rsidRPr="009D533B" w:rsidRDefault="0047457A" w:rsidP="009D533B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D533B">
              <w:rPr>
                <w:rFonts w:ascii="Times New Roman" w:hAnsi="Times New Roman" w:cs="Times New Roman"/>
              </w:rPr>
              <w:t xml:space="preserve"> X   Independent</w:t>
            </w:r>
          </w:p>
        </w:tc>
        <w:tc>
          <w:tcPr>
            <w:tcW w:w="8820" w:type="dxa"/>
            <w:gridSpan w:val="5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Speaking &amp; Listening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Standards: SL.1.1; SL.1.2; SL.1.3;SL.1.5; L.11.6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Instructional Plan: Looking at the chart created in READING, have students comment on one of the key points by making a connection to their own experience.</w:t>
            </w:r>
          </w:p>
          <w:p w:rsidR="0047457A" w:rsidRPr="009D533B" w:rsidRDefault="0047457A" w:rsidP="009D533B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 xml:space="preserve">They can also give their opinion as to which key point is the most important. </w:t>
            </w:r>
          </w:p>
          <w:p w:rsidR="0047457A" w:rsidRPr="009D533B" w:rsidRDefault="0047457A" w:rsidP="009D533B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OPTIONAL:  Do String Thing Activity.  See attachment.</w:t>
            </w:r>
          </w:p>
          <w:p w:rsidR="0047457A" w:rsidRPr="009D533B" w:rsidRDefault="0047457A" w:rsidP="009D533B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57A" w:rsidRPr="009D533B" w:rsidTr="009D533B">
        <w:trPr>
          <w:trHeight w:val="1448"/>
        </w:trPr>
        <w:tc>
          <w:tcPr>
            <w:tcW w:w="2538" w:type="dxa"/>
          </w:tcPr>
          <w:p w:rsidR="0047457A" w:rsidRPr="009D533B" w:rsidRDefault="0047457A" w:rsidP="009D533B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47457A" w:rsidRPr="009D533B" w:rsidRDefault="0047457A" w:rsidP="009D533B">
            <w:pPr>
              <w:spacing w:after="0" w:line="240" w:lineRule="auto"/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TECHNOLOGY</w:t>
            </w:r>
          </w:p>
        </w:tc>
        <w:tc>
          <w:tcPr>
            <w:tcW w:w="8820" w:type="dxa"/>
            <w:gridSpan w:val="5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Use You-Tube songs – I Love Lucy</w:t>
            </w:r>
            <w:hyperlink r:id="rId7" w:anchor="GaggleTube" w:history="1">
              <w:r w:rsidRPr="009D533B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I Love Lucy/Friendship Song</w:t>
              </w:r>
            </w:hyperlink>
            <w:r w:rsidRPr="009D533B">
              <w:rPr>
                <w:rFonts w:ascii="Times New Roman" w:hAnsi="Times New Roman"/>
                <w:b/>
                <w:sz w:val="24"/>
                <w:szCs w:val="24"/>
              </w:rPr>
              <w:t xml:space="preserve">; Pooh Friendship Song </w:t>
            </w:r>
            <w:hyperlink r:id="rId8" w:anchor="GaggleTube" w:history="1">
              <w:r w:rsidRPr="009D533B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Friendship Song</w:t>
              </w:r>
            </w:hyperlink>
            <w:r w:rsidRPr="009D533B">
              <w:rPr>
                <w:rFonts w:ascii="Times New Roman" w:hAnsi="Times New Roman"/>
                <w:b/>
                <w:sz w:val="24"/>
                <w:szCs w:val="24"/>
              </w:rPr>
              <w:t xml:space="preserve">; Miley Cyrus </w:t>
            </w:r>
            <w:hyperlink r:id="rId9" w:anchor="GaggleTube" w:history="1">
              <w:r w:rsidRPr="009D533B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Miley Cyrus - True Friend Song</w:t>
              </w:r>
            </w:hyperlink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;  Spongebob Fun Song</w:t>
            </w:r>
            <w:hyperlink r:id="rId10" w:anchor="GaggleTube" w:history="1">
              <w:r w:rsidRPr="009D533B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Spongebob F.U.N Song</w:t>
              </w:r>
            </w:hyperlink>
            <w:r w:rsidRPr="009D533B">
              <w:rPr>
                <w:rFonts w:ascii="Times New Roman" w:hAnsi="Times New Roman"/>
                <w:b/>
                <w:sz w:val="24"/>
                <w:szCs w:val="24"/>
              </w:rPr>
              <w:t xml:space="preserve"> ;  Barney Friend Song</w:t>
            </w:r>
            <w:hyperlink r:id="rId11" w:anchor="GaggleTube" w:history="1">
              <w:r w:rsidRPr="009D533B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Barney: The Friendship Song</w:t>
              </w:r>
            </w:hyperlink>
            <w:r w:rsidRPr="009D533B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</w:p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57A" w:rsidRPr="009D533B" w:rsidTr="009D533B">
        <w:trPr>
          <w:trHeight w:val="1448"/>
        </w:trPr>
        <w:tc>
          <w:tcPr>
            <w:tcW w:w="2538" w:type="dxa"/>
          </w:tcPr>
          <w:p w:rsidR="0047457A" w:rsidRPr="009D533B" w:rsidRDefault="0047457A" w:rsidP="009D533B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47457A" w:rsidRPr="009D533B" w:rsidRDefault="0047457A" w:rsidP="009D533B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9D533B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820" w:type="dxa"/>
            <w:gridSpan w:val="5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Ask students:  1. Why is it important for people to follow rules and laws? (response:  It is important to follow rules and laws because it helps us to be fair and safe.) 2. What does it mean to be fair? (response:  Being fair means acting in a way that is right for all.) 3. What are some consequences of breaking a rule? ( response: If you break a rule. You might miss something fun).</w:t>
            </w:r>
          </w:p>
        </w:tc>
      </w:tr>
      <w:tr w:rsidR="0047457A" w:rsidRPr="009D533B" w:rsidTr="009D533B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47457A" w:rsidRPr="009D533B" w:rsidTr="009D533B">
        <w:trPr>
          <w:trHeight w:val="168"/>
        </w:trPr>
        <w:tc>
          <w:tcPr>
            <w:tcW w:w="3672" w:type="dxa"/>
            <w:gridSpan w:val="2"/>
            <w:shd w:val="clear" w:color="auto" w:fill="FFFFFF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4014" w:type="dxa"/>
            <w:shd w:val="clear" w:color="auto" w:fill="FFFFFF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47457A" w:rsidRPr="009D533B" w:rsidTr="009D533B">
        <w:trPr>
          <w:trHeight w:val="167"/>
        </w:trPr>
        <w:tc>
          <w:tcPr>
            <w:tcW w:w="3672" w:type="dxa"/>
            <w:gridSpan w:val="2"/>
            <w:shd w:val="clear" w:color="auto" w:fill="FFFFFF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Have students create an ideal friend and assign character traits to that friend. Then have them write their opinion explaining why this friend is ideal.</w:t>
            </w:r>
          </w:p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 xml:space="preserve">Find a magazine picture of someone with whom you would like to be friends. Write a caption too go with the picture. </w:t>
            </w:r>
          </w:p>
        </w:tc>
        <w:tc>
          <w:tcPr>
            <w:tcW w:w="4014" w:type="dxa"/>
            <w:shd w:val="clear" w:color="auto" w:fill="FFFFFF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Find magazine pictures of several people who would make good friends. Make a collage/add your own drawing to the picture.</w:t>
            </w:r>
          </w:p>
        </w:tc>
      </w:tr>
      <w:tr w:rsidR="0047457A" w:rsidRPr="009D533B" w:rsidTr="009D533B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47457A" w:rsidRPr="009D533B" w:rsidRDefault="0047457A" w:rsidP="009D5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47457A" w:rsidRPr="009D533B" w:rsidTr="009D533B">
        <w:trPr>
          <w:trHeight w:val="296"/>
        </w:trPr>
        <w:tc>
          <w:tcPr>
            <w:tcW w:w="11358" w:type="dxa"/>
            <w:gridSpan w:val="6"/>
          </w:tcPr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33B">
              <w:rPr>
                <w:rFonts w:ascii="Times New Roman" w:hAnsi="Times New Roman"/>
                <w:sz w:val="24"/>
                <w:szCs w:val="24"/>
              </w:rPr>
              <w:t xml:space="preserve">See index cards about favorite things to do with a friend to check for understanding. 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57A" w:rsidRPr="009D533B" w:rsidTr="009D533B">
        <w:trPr>
          <w:trHeight w:val="296"/>
        </w:trPr>
        <w:tc>
          <w:tcPr>
            <w:tcW w:w="11358" w:type="dxa"/>
            <w:gridSpan w:val="6"/>
          </w:tcPr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33B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 w:rsidRPr="009D533B"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57A" w:rsidRPr="009D533B" w:rsidRDefault="0047457A" w:rsidP="009D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457A" w:rsidRPr="0007242D" w:rsidRDefault="0047457A" w:rsidP="00C92D93">
      <w:pPr>
        <w:jc w:val="center"/>
        <w:rPr>
          <w:rFonts w:ascii="Times New Roman" w:hAnsi="Times New Roman"/>
          <w:i/>
          <w:sz w:val="24"/>
          <w:szCs w:val="24"/>
        </w:rPr>
      </w:pPr>
      <w:r w:rsidRPr="0007242D">
        <w:rPr>
          <w:rFonts w:ascii="Times New Roman" w:hAnsi="Times New Roman"/>
          <w:i/>
          <w:sz w:val="24"/>
          <w:szCs w:val="24"/>
        </w:rPr>
        <w:t>Note: This template does not reflect the lesson plans for Guided Reading.</w:t>
      </w:r>
    </w:p>
    <w:p w:rsidR="0047457A" w:rsidRDefault="0047457A" w:rsidP="00C92D93">
      <w:pPr>
        <w:jc w:val="center"/>
        <w:rPr>
          <w:rFonts w:ascii="Times New Roman" w:hAnsi="Times New Roman"/>
          <w:b/>
          <w:sz w:val="24"/>
          <w:szCs w:val="24"/>
        </w:rPr>
      </w:pPr>
    </w:p>
    <w:p w:rsidR="0047457A" w:rsidRDefault="0047457A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47457A" w:rsidRDefault="0047457A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47457A" w:rsidRDefault="0047457A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47457A" w:rsidRDefault="0047457A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47457A" w:rsidRDefault="0047457A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47457A" w:rsidRDefault="0047457A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47457A" w:rsidRDefault="0047457A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47457A" w:rsidRDefault="0047457A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47457A" w:rsidRDefault="0047457A" w:rsidP="007F091B">
      <w:pPr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Story Structure Matrix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13"/>
        <w:gridCol w:w="2727"/>
        <w:gridCol w:w="2142"/>
        <w:gridCol w:w="2347"/>
        <w:gridCol w:w="2287"/>
      </w:tblGrid>
      <w:tr w:rsidR="0047457A" w:rsidRPr="009D533B" w:rsidTr="00510087">
        <w:trPr>
          <w:trHeight w:val="728"/>
        </w:trPr>
        <w:tc>
          <w:tcPr>
            <w:tcW w:w="2358" w:type="dxa"/>
            <w:vAlign w:val="bottom"/>
          </w:tcPr>
          <w:p w:rsidR="0047457A" w:rsidRPr="009D533B" w:rsidRDefault="0047457A" w:rsidP="0051008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9D533B">
              <w:rPr>
                <w:rFonts w:ascii="Century Gothic" w:hAnsi="Century Gothic"/>
                <w:b/>
                <w:sz w:val="44"/>
                <w:szCs w:val="44"/>
              </w:rPr>
              <w:t>Title</w:t>
            </w:r>
          </w:p>
        </w:tc>
        <w:tc>
          <w:tcPr>
            <w:tcW w:w="2992" w:type="dxa"/>
            <w:vAlign w:val="bottom"/>
          </w:tcPr>
          <w:p w:rsidR="0047457A" w:rsidRPr="009D533B" w:rsidRDefault="0047457A" w:rsidP="0051008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9D533B">
              <w:rPr>
                <w:rFonts w:ascii="Century Gothic" w:hAnsi="Century Gothic"/>
                <w:b/>
                <w:sz w:val="44"/>
                <w:szCs w:val="44"/>
              </w:rPr>
              <w:t>Characters</w:t>
            </w:r>
          </w:p>
        </w:tc>
        <w:tc>
          <w:tcPr>
            <w:tcW w:w="2993" w:type="dxa"/>
            <w:vAlign w:val="bottom"/>
          </w:tcPr>
          <w:p w:rsidR="0047457A" w:rsidRPr="009D533B" w:rsidRDefault="0047457A" w:rsidP="0051008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9D533B">
              <w:rPr>
                <w:rFonts w:ascii="Century Gothic" w:hAnsi="Century Gothic"/>
                <w:b/>
                <w:sz w:val="44"/>
                <w:szCs w:val="44"/>
              </w:rPr>
              <w:t>Setting</w:t>
            </w:r>
          </w:p>
        </w:tc>
        <w:tc>
          <w:tcPr>
            <w:tcW w:w="2992" w:type="dxa"/>
            <w:vAlign w:val="bottom"/>
          </w:tcPr>
          <w:p w:rsidR="0047457A" w:rsidRPr="009D533B" w:rsidRDefault="0047457A" w:rsidP="0051008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9D533B">
              <w:rPr>
                <w:rFonts w:ascii="Century Gothic" w:hAnsi="Century Gothic"/>
                <w:b/>
                <w:sz w:val="44"/>
                <w:szCs w:val="44"/>
              </w:rPr>
              <w:t>Problem</w:t>
            </w:r>
          </w:p>
        </w:tc>
        <w:tc>
          <w:tcPr>
            <w:tcW w:w="2993" w:type="dxa"/>
            <w:vAlign w:val="bottom"/>
          </w:tcPr>
          <w:p w:rsidR="0047457A" w:rsidRPr="009D533B" w:rsidRDefault="0047457A" w:rsidP="0051008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9D533B">
              <w:rPr>
                <w:rFonts w:ascii="Century Gothic" w:hAnsi="Century Gothic"/>
                <w:b/>
                <w:sz w:val="44"/>
                <w:szCs w:val="44"/>
              </w:rPr>
              <w:t>Solution</w:t>
            </w:r>
          </w:p>
        </w:tc>
      </w:tr>
      <w:tr w:rsidR="0047457A" w:rsidRPr="009D533B" w:rsidTr="00510087">
        <w:trPr>
          <w:trHeight w:val="1444"/>
        </w:trPr>
        <w:tc>
          <w:tcPr>
            <w:tcW w:w="2358" w:type="dxa"/>
            <w:vAlign w:val="center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  <w:r w:rsidRPr="009D533B">
              <w:rPr>
                <w:rFonts w:ascii="Century Gothic" w:hAnsi="Century Gothic"/>
                <w:b/>
                <w:sz w:val="32"/>
                <w:szCs w:val="32"/>
              </w:rPr>
              <w:t>Story 1</w:t>
            </w:r>
          </w:p>
        </w:tc>
        <w:tc>
          <w:tcPr>
            <w:tcW w:w="2992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2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47457A" w:rsidRPr="009D533B" w:rsidTr="00510087">
        <w:trPr>
          <w:trHeight w:val="1444"/>
        </w:trPr>
        <w:tc>
          <w:tcPr>
            <w:tcW w:w="2358" w:type="dxa"/>
            <w:vAlign w:val="center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  <w:r w:rsidRPr="009D533B">
              <w:rPr>
                <w:rFonts w:ascii="Century Gothic" w:hAnsi="Century Gothic"/>
                <w:b/>
                <w:sz w:val="32"/>
                <w:szCs w:val="32"/>
              </w:rPr>
              <w:t>Story 2</w:t>
            </w:r>
          </w:p>
        </w:tc>
        <w:tc>
          <w:tcPr>
            <w:tcW w:w="2992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2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47457A" w:rsidRPr="009D533B" w:rsidTr="00510087">
        <w:trPr>
          <w:trHeight w:val="1444"/>
        </w:trPr>
        <w:tc>
          <w:tcPr>
            <w:tcW w:w="2358" w:type="dxa"/>
            <w:vAlign w:val="center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  <w:r w:rsidRPr="009D533B">
              <w:rPr>
                <w:rFonts w:ascii="Century Gothic" w:hAnsi="Century Gothic"/>
                <w:b/>
                <w:sz w:val="32"/>
                <w:szCs w:val="32"/>
              </w:rPr>
              <w:t>Story 3</w:t>
            </w:r>
          </w:p>
        </w:tc>
        <w:tc>
          <w:tcPr>
            <w:tcW w:w="2992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2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47457A" w:rsidRPr="009D533B" w:rsidTr="00510087">
        <w:trPr>
          <w:trHeight w:val="1444"/>
        </w:trPr>
        <w:tc>
          <w:tcPr>
            <w:tcW w:w="2358" w:type="dxa"/>
            <w:vAlign w:val="center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  <w:r w:rsidRPr="009D533B">
              <w:rPr>
                <w:rFonts w:ascii="Century Gothic" w:hAnsi="Century Gothic"/>
                <w:b/>
                <w:sz w:val="32"/>
                <w:szCs w:val="32"/>
              </w:rPr>
              <w:t>Story 4</w:t>
            </w:r>
          </w:p>
        </w:tc>
        <w:tc>
          <w:tcPr>
            <w:tcW w:w="2992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2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47457A" w:rsidRPr="009D533B" w:rsidTr="00510087">
        <w:trPr>
          <w:trHeight w:val="1444"/>
        </w:trPr>
        <w:tc>
          <w:tcPr>
            <w:tcW w:w="2358" w:type="dxa"/>
            <w:vAlign w:val="center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  <w:r w:rsidRPr="009D533B">
              <w:rPr>
                <w:rFonts w:ascii="Century Gothic" w:hAnsi="Century Gothic"/>
                <w:b/>
                <w:sz w:val="32"/>
                <w:szCs w:val="32"/>
              </w:rPr>
              <w:t>Story 5</w:t>
            </w:r>
          </w:p>
        </w:tc>
        <w:tc>
          <w:tcPr>
            <w:tcW w:w="2992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2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47457A" w:rsidRPr="009D533B" w:rsidTr="00510087">
        <w:trPr>
          <w:trHeight w:val="1444"/>
        </w:trPr>
        <w:tc>
          <w:tcPr>
            <w:tcW w:w="2358" w:type="dxa"/>
            <w:vAlign w:val="center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  <w:r w:rsidRPr="009D533B">
              <w:rPr>
                <w:rFonts w:ascii="Century Gothic" w:hAnsi="Century Gothic"/>
                <w:b/>
                <w:sz w:val="32"/>
                <w:szCs w:val="32"/>
              </w:rPr>
              <w:t>etc. . . .</w:t>
            </w:r>
          </w:p>
        </w:tc>
        <w:tc>
          <w:tcPr>
            <w:tcW w:w="2992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2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</w:tcPr>
          <w:p w:rsidR="0047457A" w:rsidRPr="009D533B" w:rsidRDefault="0047457A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</w:tbl>
    <w:p w:rsidR="0047457A" w:rsidRPr="001E05CF" w:rsidRDefault="0047457A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47457A" w:rsidRPr="00FE4609" w:rsidRDefault="0047457A" w:rsidP="00FE4609">
      <w:pPr>
        <w:rPr>
          <w:rFonts w:ascii="Times New Roman" w:hAnsi="Times New Roman"/>
          <w:sz w:val="24"/>
          <w:szCs w:val="24"/>
        </w:rPr>
      </w:pPr>
    </w:p>
    <w:sectPr w:rsidR="0047457A" w:rsidRPr="00FE4609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57A" w:rsidRDefault="0047457A" w:rsidP="00D7779B">
      <w:pPr>
        <w:spacing w:after="0" w:line="240" w:lineRule="auto"/>
      </w:pPr>
      <w:r>
        <w:separator/>
      </w:r>
    </w:p>
  </w:endnote>
  <w:endnote w:type="continuationSeparator" w:id="0">
    <w:p w:rsidR="0047457A" w:rsidRDefault="0047457A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57A" w:rsidRDefault="0047457A" w:rsidP="009D533B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57A" w:rsidRDefault="0047457A" w:rsidP="00D7779B">
      <w:pPr>
        <w:spacing w:after="0" w:line="240" w:lineRule="auto"/>
      </w:pPr>
      <w:r>
        <w:separator/>
      </w:r>
    </w:p>
  </w:footnote>
  <w:footnote w:type="continuationSeparator" w:id="0">
    <w:p w:rsidR="0047457A" w:rsidRDefault="0047457A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609"/>
    <w:rsid w:val="0007242D"/>
    <w:rsid w:val="001E05CF"/>
    <w:rsid w:val="00211AB0"/>
    <w:rsid w:val="00224A5F"/>
    <w:rsid w:val="002268D5"/>
    <w:rsid w:val="0028190D"/>
    <w:rsid w:val="0029024C"/>
    <w:rsid w:val="0030430D"/>
    <w:rsid w:val="003526C6"/>
    <w:rsid w:val="003D3C1C"/>
    <w:rsid w:val="003D7D31"/>
    <w:rsid w:val="003F39B8"/>
    <w:rsid w:val="0047457A"/>
    <w:rsid w:val="00497642"/>
    <w:rsid w:val="004B658C"/>
    <w:rsid w:val="004D23FB"/>
    <w:rsid w:val="00510087"/>
    <w:rsid w:val="0051657B"/>
    <w:rsid w:val="00517B84"/>
    <w:rsid w:val="0053207C"/>
    <w:rsid w:val="00570FB8"/>
    <w:rsid w:val="005839B7"/>
    <w:rsid w:val="005947C2"/>
    <w:rsid w:val="005A41FC"/>
    <w:rsid w:val="005C4CBE"/>
    <w:rsid w:val="00643719"/>
    <w:rsid w:val="006A0ACD"/>
    <w:rsid w:val="006B6359"/>
    <w:rsid w:val="006F794C"/>
    <w:rsid w:val="00720B2E"/>
    <w:rsid w:val="00760344"/>
    <w:rsid w:val="007639B8"/>
    <w:rsid w:val="0079564F"/>
    <w:rsid w:val="007A7AB2"/>
    <w:rsid w:val="007E7334"/>
    <w:rsid w:val="007F091B"/>
    <w:rsid w:val="00800F4B"/>
    <w:rsid w:val="008557E6"/>
    <w:rsid w:val="008B7F3C"/>
    <w:rsid w:val="008C13D7"/>
    <w:rsid w:val="008D36EC"/>
    <w:rsid w:val="009B085C"/>
    <w:rsid w:val="009D533B"/>
    <w:rsid w:val="00A90A8F"/>
    <w:rsid w:val="00AC05FA"/>
    <w:rsid w:val="00B4034E"/>
    <w:rsid w:val="00B568F6"/>
    <w:rsid w:val="00BB29CE"/>
    <w:rsid w:val="00C07B79"/>
    <w:rsid w:val="00C5373F"/>
    <w:rsid w:val="00C92D93"/>
    <w:rsid w:val="00CA5B2C"/>
    <w:rsid w:val="00CD5617"/>
    <w:rsid w:val="00D7779B"/>
    <w:rsid w:val="00D801CF"/>
    <w:rsid w:val="00DD6FE2"/>
    <w:rsid w:val="00E967ED"/>
    <w:rsid w:val="00EF73C0"/>
    <w:rsid w:val="00F57381"/>
    <w:rsid w:val="00F6697F"/>
    <w:rsid w:val="00F876FC"/>
    <w:rsid w:val="00FA179B"/>
    <w:rsid w:val="00FB7D6F"/>
    <w:rsid w:val="00FD4A9C"/>
    <w:rsid w:val="00FE4609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5F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801CF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7F091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ggle.net/main.d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aggle.net/main.do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aggle.net/main.do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gaggle.net/main.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aggle.net/main.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804</Words>
  <Characters>4584</Characters>
  <Application>Microsoft Office Outlook</Application>
  <DocSecurity>0</DocSecurity>
  <Lines>0</Lines>
  <Paragraphs>0</Paragraphs>
  <ScaleCrop>false</ScaleCrop>
  <Company>Guilford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K-5 ELA Lesson Plan </dc:title>
  <dc:subject/>
  <dc:creator>Breedlove, Logan W</dc:creator>
  <cp:keywords/>
  <dc:description/>
  <cp:lastModifiedBy> </cp:lastModifiedBy>
  <cp:revision>2</cp:revision>
  <cp:lastPrinted>2012-05-01T14:47:00Z</cp:lastPrinted>
  <dcterms:created xsi:type="dcterms:W3CDTF">2012-06-28T20:41:00Z</dcterms:created>
  <dcterms:modified xsi:type="dcterms:W3CDTF">2012-06-28T20:41:00Z</dcterms:modified>
</cp:coreProperties>
</file>